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BE3133" w14:textId="77777777" w:rsidR="0005379C" w:rsidRDefault="0005379C">
      <w:pPr>
        <w:pStyle w:val="InsideAddress"/>
        <w:tabs>
          <w:tab w:val="left" w:pos="5387"/>
        </w:tabs>
        <w:spacing w:line="240" w:lineRule="exact"/>
        <w:rPr>
          <w:rFonts w:ascii="Univers" w:hAnsi="Univers"/>
          <w:sz w:val="24"/>
        </w:rPr>
      </w:pPr>
    </w:p>
    <w:p w14:paraId="5A7243A6" w14:textId="77777777" w:rsidR="0005379C" w:rsidRDefault="0005379C">
      <w:pPr>
        <w:pStyle w:val="InsideAddress"/>
        <w:tabs>
          <w:tab w:val="left" w:pos="5387"/>
        </w:tabs>
        <w:spacing w:line="240" w:lineRule="exact"/>
        <w:rPr>
          <w:rFonts w:ascii="Univers" w:hAnsi="Univers"/>
          <w:sz w:val="24"/>
        </w:rPr>
      </w:pPr>
    </w:p>
    <w:p w14:paraId="6E0384F0" w14:textId="3D1A24AA" w:rsidR="0005379C" w:rsidRPr="00EC534D" w:rsidRDefault="00CE7690" w:rsidP="00EC534D">
      <w:pPr>
        <w:pStyle w:val="InsideAddress"/>
        <w:tabs>
          <w:tab w:val="left" w:pos="5387"/>
        </w:tabs>
        <w:spacing w:line="240" w:lineRule="exact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4"/>
          <w:szCs w:val="24"/>
        </w:rPr>
        <w:t>Rahandusministeerium</w:t>
      </w:r>
      <w:r w:rsidR="0005379C" w:rsidRPr="00D91787">
        <w:rPr>
          <w:rFonts w:asciiTheme="minorHAnsi" w:hAnsiTheme="minorHAnsi" w:cstheme="minorHAnsi"/>
          <w:sz w:val="24"/>
          <w:szCs w:val="24"/>
        </w:rPr>
        <w:t xml:space="preserve">                                   </w:t>
      </w:r>
      <w:r w:rsidR="00B40A48" w:rsidRPr="00D91787">
        <w:rPr>
          <w:rFonts w:asciiTheme="minorHAnsi" w:hAnsiTheme="minorHAnsi" w:cstheme="minorHAnsi"/>
          <w:sz w:val="24"/>
          <w:szCs w:val="24"/>
        </w:rPr>
        <w:tab/>
      </w:r>
      <w:r w:rsidR="00B40A48" w:rsidRPr="00D91787">
        <w:rPr>
          <w:rFonts w:asciiTheme="minorHAnsi" w:hAnsiTheme="minorHAnsi" w:cstheme="minorHAnsi"/>
          <w:sz w:val="24"/>
          <w:szCs w:val="24"/>
        </w:rPr>
        <w:tab/>
      </w:r>
      <w:r w:rsidR="00B40A48" w:rsidRPr="00D91787">
        <w:rPr>
          <w:rFonts w:asciiTheme="minorHAnsi" w:hAnsiTheme="minorHAnsi" w:cstheme="minorHAnsi"/>
          <w:sz w:val="24"/>
          <w:szCs w:val="24"/>
        </w:rPr>
        <w:tab/>
      </w:r>
      <w:r w:rsidR="00B40A48" w:rsidRPr="00D91787">
        <w:rPr>
          <w:rFonts w:asciiTheme="minorHAnsi" w:hAnsiTheme="minorHAnsi" w:cstheme="minorHAnsi"/>
          <w:sz w:val="24"/>
          <w:szCs w:val="24"/>
        </w:rPr>
        <w:tab/>
      </w:r>
      <w:r w:rsidR="00E00C6D" w:rsidRPr="00D91787">
        <w:rPr>
          <w:rFonts w:asciiTheme="minorHAnsi" w:hAnsiTheme="minorHAnsi" w:cstheme="minorHAnsi"/>
          <w:sz w:val="24"/>
          <w:szCs w:val="24"/>
        </w:rPr>
        <w:t>25</w:t>
      </w:r>
      <w:r w:rsidR="00B40A48" w:rsidRPr="00D91787">
        <w:rPr>
          <w:rFonts w:asciiTheme="minorHAnsi" w:hAnsiTheme="minorHAnsi" w:cstheme="minorHAnsi"/>
          <w:sz w:val="24"/>
          <w:szCs w:val="24"/>
        </w:rPr>
        <w:t>.06.202</w:t>
      </w:r>
      <w:r w:rsidR="00E00C6D" w:rsidRPr="00D91787">
        <w:rPr>
          <w:rFonts w:asciiTheme="minorHAnsi" w:hAnsiTheme="minorHAnsi" w:cstheme="minorHAnsi"/>
          <w:sz w:val="24"/>
          <w:szCs w:val="24"/>
        </w:rPr>
        <w:t>4</w:t>
      </w:r>
    </w:p>
    <w:p w14:paraId="4C2C6708" w14:textId="77777777" w:rsidR="00CE7690" w:rsidRDefault="00CE7690">
      <w:pPr>
        <w:pStyle w:val="InsideAddress"/>
        <w:spacing w:line="240" w:lineRule="auto"/>
        <w:rPr>
          <w:rFonts w:ascii="Segoe UI" w:hAnsi="Segoe UI" w:cs="Segoe UI"/>
          <w:color w:val="000000"/>
          <w:shd w:val="clear" w:color="auto" w:fill="FFFFFF"/>
        </w:rPr>
      </w:pPr>
      <w:bookmarkStart w:id="0" w:name="_Hlk106197455"/>
      <w:r>
        <w:rPr>
          <w:rFonts w:ascii="Segoe UI" w:hAnsi="Segoe UI" w:cs="Segoe UI"/>
          <w:color w:val="000000"/>
          <w:shd w:val="clear" w:color="auto" w:fill="FFFFFF"/>
        </w:rPr>
        <w:t xml:space="preserve">Suur-Ameerika 1, </w:t>
      </w:r>
    </w:p>
    <w:p w14:paraId="4C30B4E4" w14:textId="5E796C21" w:rsidR="00C014DD" w:rsidRPr="00C014DD" w:rsidRDefault="00CE7690">
      <w:pPr>
        <w:pStyle w:val="InsideAddress"/>
        <w:spacing w:line="24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="Segoe UI" w:hAnsi="Segoe UI" w:cs="Segoe UI"/>
          <w:color w:val="000000"/>
          <w:shd w:val="clear" w:color="auto" w:fill="FFFFFF"/>
        </w:rPr>
        <w:t>10122 Tallinn</w:t>
      </w:r>
    </w:p>
    <w:bookmarkEnd w:id="0"/>
    <w:p w14:paraId="7336201A" w14:textId="77777777" w:rsidR="00CE7690" w:rsidRDefault="00CE7690">
      <w:pPr>
        <w:pStyle w:val="Kehatekst"/>
        <w:rPr>
          <w:rFonts w:asciiTheme="minorHAnsi" w:hAnsiTheme="minorHAnsi" w:cstheme="minorHAnsi"/>
          <w:sz w:val="24"/>
          <w:szCs w:val="24"/>
          <w:u w:val="single"/>
        </w:rPr>
      </w:pPr>
    </w:p>
    <w:p w14:paraId="5D947ED0" w14:textId="03D30220" w:rsidR="0005379C" w:rsidRPr="00E00C6D" w:rsidRDefault="00541FE7">
      <w:pPr>
        <w:pStyle w:val="Kehatekst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  <w:u w:val="single"/>
        </w:rPr>
        <w:t>K</w:t>
      </w:r>
      <w:r w:rsidR="00947A14" w:rsidRPr="00E00C6D">
        <w:rPr>
          <w:rFonts w:asciiTheme="minorHAnsi" w:hAnsiTheme="minorHAnsi" w:cstheme="minorHAnsi"/>
          <w:sz w:val="24"/>
          <w:szCs w:val="24"/>
          <w:u w:val="single"/>
        </w:rPr>
        <w:t>INNITUSTAOTLUS</w:t>
      </w:r>
    </w:p>
    <w:p w14:paraId="327219D1" w14:textId="01547AC0" w:rsidR="00E00C6D" w:rsidRPr="00E00C6D" w:rsidRDefault="00E00C6D" w:rsidP="00E00C6D">
      <w:pPr>
        <w:suppressAutoHyphens/>
        <w:rPr>
          <w:rFonts w:asciiTheme="minorHAnsi" w:hAnsiTheme="minorHAnsi" w:cstheme="minorHAnsi"/>
          <w:sz w:val="24"/>
          <w:szCs w:val="24"/>
        </w:rPr>
      </w:pPr>
      <w:r w:rsidRPr="00E00C6D">
        <w:rPr>
          <w:rFonts w:asciiTheme="minorHAnsi" w:hAnsiTheme="minorHAnsi" w:cstheme="minorHAnsi"/>
          <w:sz w:val="24"/>
          <w:szCs w:val="24"/>
        </w:rPr>
        <w:t xml:space="preserve">Seoses tavapärase audiitorkontrolliga, palume Teid kinnitada </w:t>
      </w:r>
      <w:r w:rsidR="00E93ECD">
        <w:rPr>
          <w:rFonts w:asciiTheme="minorHAnsi" w:hAnsiTheme="minorHAnsi" w:cstheme="minorHAnsi"/>
          <w:sz w:val="24"/>
          <w:szCs w:val="24"/>
        </w:rPr>
        <w:t>meie</w:t>
      </w:r>
      <w:r w:rsidRPr="00E00C6D">
        <w:rPr>
          <w:rFonts w:asciiTheme="minorHAnsi" w:hAnsiTheme="minorHAnsi" w:cstheme="minorHAnsi"/>
          <w:sz w:val="24"/>
          <w:szCs w:val="24"/>
        </w:rPr>
        <w:t xml:space="preserve"> võlgnevust </w:t>
      </w:r>
      <w:r w:rsidR="00E93ECD">
        <w:rPr>
          <w:rFonts w:asciiTheme="minorHAnsi" w:hAnsiTheme="minorHAnsi" w:cstheme="minorHAnsi"/>
          <w:sz w:val="24"/>
          <w:szCs w:val="24"/>
        </w:rPr>
        <w:t>Teile</w:t>
      </w:r>
      <w:r w:rsidRPr="00E00C6D">
        <w:rPr>
          <w:rFonts w:asciiTheme="minorHAnsi" w:hAnsiTheme="minorHAnsi" w:cstheme="minorHAnsi"/>
          <w:sz w:val="24"/>
          <w:szCs w:val="24"/>
        </w:rPr>
        <w:t xml:space="preserve"> 31. detsembri 2023. a seisuga ja </w:t>
      </w:r>
      <w:r w:rsidR="00E93ECD">
        <w:rPr>
          <w:rFonts w:asciiTheme="minorHAnsi" w:hAnsiTheme="minorHAnsi" w:cstheme="minorHAnsi"/>
          <w:sz w:val="24"/>
          <w:szCs w:val="24"/>
        </w:rPr>
        <w:t>ostude</w:t>
      </w:r>
      <w:r w:rsidRPr="00E00C6D">
        <w:rPr>
          <w:rFonts w:asciiTheme="minorHAnsi" w:hAnsiTheme="minorHAnsi" w:cstheme="minorHAnsi"/>
          <w:sz w:val="24"/>
          <w:szCs w:val="24"/>
        </w:rPr>
        <w:t xml:space="preserve"> summat 2023. aasta </w:t>
      </w:r>
      <w:r w:rsidR="00E93ECD">
        <w:rPr>
          <w:rFonts w:asciiTheme="minorHAnsi" w:hAnsiTheme="minorHAnsi" w:cstheme="minorHAnsi"/>
          <w:sz w:val="24"/>
          <w:szCs w:val="24"/>
        </w:rPr>
        <w:t>jooksul</w:t>
      </w:r>
      <w:bookmarkStart w:id="1" w:name="_GoBack"/>
      <w:bookmarkEnd w:id="1"/>
      <w:r w:rsidRPr="00E00C6D">
        <w:rPr>
          <w:rFonts w:asciiTheme="minorHAnsi" w:hAnsiTheme="minorHAnsi" w:cstheme="minorHAnsi"/>
          <w:sz w:val="24"/>
          <w:szCs w:val="24"/>
        </w:rPr>
        <w:t xml:space="preserve"> ning saata käesolev saldokinnituskiri juhatuse liikme või selleks volitatud isiku poolt allkirjastatuna meile tagasi. </w:t>
      </w:r>
    </w:p>
    <w:p w14:paraId="5E553B12" w14:textId="77777777" w:rsidR="00E00C6D" w:rsidRPr="00E00C6D" w:rsidRDefault="00E00C6D" w:rsidP="00E00C6D">
      <w:pPr>
        <w:suppressAutoHyphens/>
        <w:rPr>
          <w:rFonts w:asciiTheme="minorHAnsi" w:hAnsiTheme="minorHAnsi" w:cstheme="minorHAnsi"/>
          <w:sz w:val="24"/>
          <w:szCs w:val="24"/>
        </w:rPr>
      </w:pPr>
    </w:p>
    <w:p w14:paraId="06C7FAB5" w14:textId="77777777" w:rsidR="00E00C6D" w:rsidRPr="00E00C6D" w:rsidRDefault="00E00C6D" w:rsidP="00E00C6D">
      <w:pPr>
        <w:suppressAutoHyphens/>
        <w:rPr>
          <w:rFonts w:asciiTheme="minorHAnsi" w:hAnsiTheme="minorHAnsi" w:cstheme="minorHAnsi"/>
          <w:sz w:val="24"/>
          <w:szCs w:val="24"/>
        </w:rPr>
      </w:pPr>
      <w:r w:rsidRPr="00E00C6D">
        <w:rPr>
          <w:rFonts w:asciiTheme="minorHAnsi" w:hAnsiTheme="minorHAnsi" w:cstheme="minorHAnsi"/>
          <w:sz w:val="24"/>
          <w:szCs w:val="24"/>
        </w:rPr>
        <w:t>Juhul kui alltoodud saldo ei ole kooskõlas Teie raamatupidamise andmetega, siis palume see asendada Teie raamatupidamise järgse saldoga ning lisada kommentaaride osas omapoolsed selgitused võimalike erinevuste kohta.</w:t>
      </w:r>
    </w:p>
    <w:p w14:paraId="40E9AB13" w14:textId="77777777" w:rsidR="00E00C6D" w:rsidRPr="00E00C6D" w:rsidRDefault="00E00C6D" w:rsidP="00E00C6D">
      <w:pPr>
        <w:suppressAutoHyphens/>
        <w:rPr>
          <w:rFonts w:asciiTheme="minorHAnsi" w:hAnsiTheme="minorHAnsi" w:cstheme="minorHAnsi"/>
          <w:sz w:val="24"/>
          <w:szCs w:val="24"/>
        </w:rPr>
      </w:pPr>
    </w:p>
    <w:p w14:paraId="5F54D004" w14:textId="7236BC6C" w:rsidR="00E00C6D" w:rsidRPr="00E00C6D" w:rsidRDefault="00E00C6D" w:rsidP="00E00C6D">
      <w:pPr>
        <w:pStyle w:val="Kehatekst"/>
        <w:rPr>
          <w:rFonts w:asciiTheme="minorHAnsi" w:hAnsiTheme="minorHAnsi" w:cstheme="minorHAnsi"/>
          <w:b/>
          <w:sz w:val="24"/>
          <w:szCs w:val="24"/>
        </w:rPr>
      </w:pPr>
      <w:r w:rsidRPr="00E00C6D">
        <w:rPr>
          <w:rFonts w:asciiTheme="minorHAnsi" w:hAnsiTheme="minorHAnsi" w:cstheme="minorHAnsi"/>
          <w:sz w:val="24"/>
          <w:szCs w:val="24"/>
        </w:rPr>
        <w:t xml:space="preserve">Kinnituse palume saata esindusõigusliku isiku poolt digitaalselt allkirjastatuna otse meie audiitorile hiljemalt </w:t>
      </w:r>
      <w:r w:rsidR="00EB7DBF">
        <w:rPr>
          <w:rFonts w:asciiTheme="minorHAnsi" w:hAnsiTheme="minorHAnsi" w:cstheme="minorHAnsi"/>
          <w:i/>
          <w:sz w:val="24"/>
          <w:szCs w:val="24"/>
        </w:rPr>
        <w:t>26.06.2024</w:t>
      </w:r>
      <w:r w:rsidRPr="00E00C6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E00C6D">
        <w:rPr>
          <w:rFonts w:asciiTheme="minorHAnsi" w:hAnsiTheme="minorHAnsi" w:cstheme="minorHAnsi"/>
          <w:sz w:val="24"/>
          <w:szCs w:val="24"/>
        </w:rPr>
        <w:t>e-posti aadressil</w:t>
      </w:r>
      <w:r w:rsidR="00EB7DBF">
        <w:rPr>
          <w:rFonts w:asciiTheme="minorHAnsi" w:hAnsiTheme="minorHAnsi" w:cstheme="minorHAnsi"/>
          <w:sz w:val="24"/>
          <w:szCs w:val="24"/>
        </w:rPr>
        <w:t>e</w:t>
      </w:r>
      <w:r w:rsidRPr="00E00C6D">
        <w:rPr>
          <w:rFonts w:asciiTheme="minorHAnsi" w:hAnsiTheme="minorHAnsi" w:cstheme="minorHAnsi"/>
          <w:sz w:val="24"/>
          <w:szCs w:val="24"/>
        </w:rPr>
        <w:t xml:space="preserve">: </w:t>
      </w:r>
      <w:hyperlink r:id="rId7" w:history="1">
        <w:r w:rsidRPr="00E00C6D">
          <w:rPr>
            <w:rStyle w:val="Hperlink"/>
            <w:rFonts w:asciiTheme="minorHAnsi" w:hAnsiTheme="minorHAnsi" w:cstheme="minorHAnsi"/>
            <w:b/>
            <w:sz w:val="24"/>
            <w:szCs w:val="24"/>
          </w:rPr>
          <w:t>kinnituskiri@brokerman.ee</w:t>
        </w:r>
      </w:hyperlink>
    </w:p>
    <w:p w14:paraId="53BD1AAB" w14:textId="77777777" w:rsidR="00E00C6D" w:rsidRPr="00E00C6D" w:rsidRDefault="00E00C6D" w:rsidP="00E00C6D">
      <w:pPr>
        <w:suppressAutoHyphens/>
        <w:rPr>
          <w:rFonts w:asciiTheme="minorHAnsi" w:hAnsiTheme="minorHAnsi" w:cstheme="minorHAnsi"/>
        </w:rPr>
      </w:pPr>
    </w:p>
    <w:p w14:paraId="18B4FD92" w14:textId="77777777" w:rsidR="00E00C6D" w:rsidRPr="00E00C6D" w:rsidRDefault="00E00C6D" w:rsidP="00E00C6D">
      <w:pPr>
        <w:suppressAutoHyphens/>
        <w:rPr>
          <w:rFonts w:asciiTheme="minorHAnsi" w:hAnsiTheme="minorHAnsi" w:cstheme="minorHAnsi"/>
          <w:sz w:val="24"/>
          <w:szCs w:val="24"/>
        </w:rPr>
      </w:pPr>
      <w:r w:rsidRPr="00E00C6D">
        <w:rPr>
          <w:rFonts w:asciiTheme="minorHAnsi" w:hAnsiTheme="minorHAnsi" w:cstheme="minorHAnsi"/>
          <w:sz w:val="24"/>
          <w:szCs w:val="24"/>
        </w:rPr>
        <w:t>Lugupidamisega</w:t>
      </w:r>
    </w:p>
    <w:p w14:paraId="72708FA5" w14:textId="77777777" w:rsidR="00E00C6D" w:rsidRDefault="00E00C6D" w:rsidP="00E00C6D">
      <w:pPr>
        <w:suppressAutoHyphens/>
      </w:pPr>
    </w:p>
    <w:p w14:paraId="77E96895" w14:textId="77777777" w:rsidR="00EB7DBF" w:rsidRDefault="00E00C6D" w:rsidP="00E00C6D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Merle Pommer</w:t>
      </w:r>
    </w:p>
    <w:p w14:paraId="7AAF6173" w14:textId="425B3E1E" w:rsidR="00E00C6D" w:rsidRDefault="00E00C6D" w:rsidP="00E00C6D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</w:t>
      </w:r>
      <w:r w:rsidRPr="006E384B">
        <w:rPr>
          <w:rFonts w:asciiTheme="minorHAnsi" w:hAnsiTheme="minorHAnsi" w:cstheme="minorHAnsi"/>
          <w:sz w:val="24"/>
          <w:szCs w:val="24"/>
        </w:rPr>
        <w:t>aamatupidaja</w:t>
      </w:r>
    </w:p>
    <w:p w14:paraId="353A79CE" w14:textId="77777777" w:rsidR="00E00C6D" w:rsidRDefault="00E00C6D" w:rsidP="00E00C6D">
      <w:pPr>
        <w:pBdr>
          <w:bottom w:val="single" w:sz="12" w:space="1" w:color="auto"/>
        </w:pBdr>
        <w:rPr>
          <w:rFonts w:asciiTheme="minorHAnsi" w:hAnsiTheme="minorHAnsi" w:cstheme="minorHAnsi"/>
          <w:sz w:val="24"/>
          <w:szCs w:val="24"/>
        </w:rPr>
      </w:pPr>
    </w:p>
    <w:p w14:paraId="578C525E" w14:textId="0C41ABAC" w:rsidR="0005379C" w:rsidRPr="006E384B" w:rsidRDefault="0005379C">
      <w:pPr>
        <w:rPr>
          <w:rFonts w:asciiTheme="minorHAnsi" w:hAnsiTheme="minorHAnsi" w:cstheme="minorHAnsi"/>
          <w:sz w:val="24"/>
          <w:szCs w:val="24"/>
        </w:rPr>
      </w:pPr>
    </w:p>
    <w:p w14:paraId="785011D6" w14:textId="213EFC44" w:rsidR="00F0483C" w:rsidRPr="00F0483C" w:rsidRDefault="00F0483C" w:rsidP="00F0483C">
      <w:pPr>
        <w:suppressAutoHyphens/>
        <w:rPr>
          <w:rFonts w:asciiTheme="minorHAnsi" w:hAnsiTheme="minorHAnsi" w:cstheme="minorHAnsi"/>
          <w:sz w:val="24"/>
          <w:szCs w:val="24"/>
        </w:rPr>
      </w:pPr>
      <w:r w:rsidRPr="00F0483C">
        <w:rPr>
          <w:rFonts w:asciiTheme="minorHAnsi" w:hAnsiTheme="minorHAnsi" w:cstheme="minorHAnsi"/>
          <w:sz w:val="24"/>
          <w:szCs w:val="24"/>
        </w:rPr>
        <w:t xml:space="preserve">Käesolevaga kinnitame, et </w:t>
      </w:r>
      <w:r>
        <w:rPr>
          <w:rFonts w:asciiTheme="minorHAnsi" w:hAnsiTheme="minorHAnsi" w:cstheme="minorHAnsi"/>
          <w:sz w:val="24"/>
          <w:szCs w:val="24"/>
        </w:rPr>
        <w:t>AS Krootuse Agro</w:t>
      </w:r>
      <w:r w:rsidRPr="00F0483C">
        <w:rPr>
          <w:rFonts w:asciiTheme="minorHAnsi" w:hAnsiTheme="minorHAnsi" w:cstheme="minorHAnsi"/>
          <w:sz w:val="24"/>
          <w:szCs w:val="24"/>
        </w:rPr>
        <w:t xml:space="preserve"> oli seisuga 31. detsember 20</w:t>
      </w:r>
      <w:r>
        <w:rPr>
          <w:rFonts w:asciiTheme="minorHAnsi" w:hAnsiTheme="minorHAnsi" w:cstheme="minorHAnsi"/>
          <w:sz w:val="24"/>
          <w:szCs w:val="24"/>
        </w:rPr>
        <w:t>23</w:t>
      </w:r>
      <w:r w:rsidRPr="00F0483C">
        <w:rPr>
          <w:rFonts w:asciiTheme="minorHAnsi" w:hAnsiTheme="minorHAnsi" w:cstheme="minorHAnsi"/>
          <w:sz w:val="24"/>
          <w:szCs w:val="24"/>
        </w:rPr>
        <w:t xml:space="preserve">. a. </w:t>
      </w:r>
      <w:r w:rsidR="00CE7690">
        <w:rPr>
          <w:rFonts w:asciiTheme="minorHAnsi" w:hAnsiTheme="minorHAnsi" w:cstheme="minorHAnsi"/>
          <w:sz w:val="24"/>
          <w:szCs w:val="24"/>
        </w:rPr>
        <w:t>Rahandusministeeriumi</w:t>
      </w:r>
      <w:r w:rsidRPr="00F0483C">
        <w:rPr>
          <w:rFonts w:asciiTheme="minorHAnsi" w:hAnsiTheme="minorHAnsi" w:cstheme="minorHAnsi"/>
          <w:sz w:val="24"/>
          <w:szCs w:val="24"/>
        </w:rPr>
        <w:t xml:space="preserve">’le võlgu </w:t>
      </w:r>
      <w:r w:rsidR="00CE7690">
        <w:rPr>
          <w:rFonts w:asciiTheme="minorHAnsi" w:hAnsiTheme="minorHAnsi" w:cstheme="minorHAnsi"/>
          <w:sz w:val="24"/>
          <w:szCs w:val="24"/>
        </w:rPr>
        <w:t>0.-</w:t>
      </w:r>
      <w:r w:rsidRPr="00F0483C">
        <w:rPr>
          <w:rFonts w:asciiTheme="minorHAnsi" w:hAnsiTheme="minorHAnsi" w:cstheme="minorHAnsi"/>
          <w:sz w:val="24"/>
          <w:szCs w:val="24"/>
        </w:rPr>
        <w:t xml:space="preserve"> eurot. </w:t>
      </w:r>
      <w:r>
        <w:rPr>
          <w:rFonts w:asciiTheme="minorHAnsi" w:hAnsiTheme="minorHAnsi" w:cstheme="minorHAnsi"/>
          <w:sz w:val="24"/>
          <w:szCs w:val="24"/>
        </w:rPr>
        <w:t>AS Krootuse Agro</w:t>
      </w:r>
      <w:r w:rsidRPr="00F0483C">
        <w:rPr>
          <w:rFonts w:asciiTheme="minorHAnsi" w:hAnsiTheme="minorHAnsi" w:cstheme="minorHAnsi"/>
          <w:sz w:val="24"/>
          <w:szCs w:val="24"/>
        </w:rPr>
        <w:t xml:space="preserve"> ostude summa </w:t>
      </w:r>
      <w:r w:rsidR="00CE7690">
        <w:rPr>
          <w:rFonts w:asciiTheme="minorHAnsi" w:hAnsiTheme="minorHAnsi" w:cstheme="minorHAnsi"/>
          <w:sz w:val="24"/>
          <w:szCs w:val="24"/>
        </w:rPr>
        <w:t>Rahandusministeeriumi</w:t>
      </w:r>
      <w:r w:rsidRPr="00F0483C">
        <w:rPr>
          <w:rFonts w:asciiTheme="minorHAnsi" w:hAnsiTheme="minorHAnsi" w:cstheme="minorHAnsi"/>
          <w:sz w:val="24"/>
          <w:szCs w:val="24"/>
        </w:rPr>
        <w:t>’lt oli 20</w:t>
      </w:r>
      <w:r>
        <w:rPr>
          <w:rFonts w:asciiTheme="minorHAnsi" w:hAnsiTheme="minorHAnsi" w:cstheme="minorHAnsi"/>
          <w:sz w:val="24"/>
          <w:szCs w:val="24"/>
        </w:rPr>
        <w:t>23</w:t>
      </w:r>
      <w:r w:rsidRPr="00F0483C">
        <w:rPr>
          <w:rFonts w:asciiTheme="minorHAnsi" w:hAnsiTheme="minorHAnsi" w:cstheme="minorHAnsi"/>
          <w:sz w:val="24"/>
          <w:szCs w:val="24"/>
        </w:rPr>
        <w:t xml:space="preserve">. aastal </w:t>
      </w:r>
      <w:r w:rsidR="00CE7690">
        <w:rPr>
          <w:rFonts w:asciiTheme="minorHAnsi" w:hAnsiTheme="minorHAnsi" w:cstheme="minorHAnsi"/>
          <w:sz w:val="24"/>
          <w:szCs w:val="24"/>
        </w:rPr>
        <w:t>4686,75</w:t>
      </w:r>
      <w:r>
        <w:rPr>
          <w:rFonts w:asciiTheme="minorHAnsi" w:hAnsiTheme="minorHAnsi" w:cstheme="minorHAnsi"/>
          <w:sz w:val="24"/>
          <w:szCs w:val="24"/>
        </w:rPr>
        <w:t xml:space="preserve"> eurot</w:t>
      </w:r>
      <w:r w:rsidRPr="00F0483C">
        <w:rPr>
          <w:rFonts w:asciiTheme="minorHAnsi" w:hAnsiTheme="minorHAnsi" w:cstheme="minorHAnsi"/>
          <w:sz w:val="24"/>
          <w:szCs w:val="24"/>
        </w:rPr>
        <w:t xml:space="preserve"> (summa ei sisalda käibemaksu).</w:t>
      </w:r>
    </w:p>
    <w:p w14:paraId="47F3547A" w14:textId="77777777" w:rsidR="00E00C6D" w:rsidRPr="00F0483C" w:rsidRDefault="00E00C6D" w:rsidP="00E00C6D">
      <w:pPr>
        <w:suppressAutoHyphens/>
        <w:rPr>
          <w:rFonts w:asciiTheme="minorHAnsi" w:hAnsiTheme="minorHAnsi" w:cstheme="minorHAnsi"/>
          <w:sz w:val="24"/>
          <w:szCs w:val="24"/>
        </w:rPr>
      </w:pPr>
    </w:p>
    <w:p w14:paraId="5CFCAF39" w14:textId="77777777" w:rsidR="00E00C6D" w:rsidRPr="00E00C6D" w:rsidRDefault="00E00C6D" w:rsidP="00E00C6D">
      <w:pPr>
        <w:suppressAutoHyphens/>
        <w:rPr>
          <w:rFonts w:asciiTheme="minorHAnsi" w:hAnsiTheme="minorHAnsi" w:cstheme="minorHAnsi"/>
          <w:sz w:val="24"/>
          <w:szCs w:val="24"/>
        </w:rPr>
      </w:pPr>
      <w:r w:rsidRPr="00E00C6D">
        <w:rPr>
          <w:rFonts w:asciiTheme="minorHAnsi" w:hAnsiTheme="minorHAnsi" w:cstheme="minorHAnsi"/>
          <w:sz w:val="24"/>
          <w:szCs w:val="24"/>
        </w:rPr>
        <w:t>Lisakommentaarid (kui asjakohased):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DB14EB" w14:textId="77777777" w:rsidR="00E00C6D" w:rsidRPr="00E00C6D" w:rsidRDefault="00E00C6D" w:rsidP="00E00C6D">
      <w:pPr>
        <w:suppressAutoHyphens/>
        <w:rPr>
          <w:rFonts w:asciiTheme="minorHAnsi" w:hAnsiTheme="minorHAnsi" w:cstheme="minorHAnsi"/>
          <w:sz w:val="24"/>
          <w:szCs w:val="24"/>
        </w:rPr>
      </w:pPr>
    </w:p>
    <w:p w14:paraId="77C96AEF" w14:textId="77777777" w:rsidR="00E00C6D" w:rsidRPr="00E00C6D" w:rsidRDefault="00E00C6D" w:rsidP="00E00C6D">
      <w:pPr>
        <w:suppressAutoHyphens/>
        <w:rPr>
          <w:rFonts w:asciiTheme="minorHAnsi" w:hAnsiTheme="minorHAnsi" w:cstheme="minorHAnsi"/>
          <w:sz w:val="24"/>
          <w:szCs w:val="24"/>
        </w:rPr>
      </w:pPr>
      <w:r w:rsidRPr="00E00C6D">
        <w:rPr>
          <w:rFonts w:asciiTheme="minorHAnsi" w:hAnsiTheme="minorHAnsi" w:cstheme="minorHAnsi"/>
          <w:sz w:val="24"/>
          <w:szCs w:val="24"/>
        </w:rPr>
        <w:t>Kuupäev:</w:t>
      </w:r>
    </w:p>
    <w:p w14:paraId="051840D3" w14:textId="77777777" w:rsidR="00E00C6D" w:rsidRPr="00E00C6D" w:rsidRDefault="00E00C6D" w:rsidP="00E00C6D">
      <w:pPr>
        <w:suppressAutoHyphens/>
        <w:rPr>
          <w:rFonts w:asciiTheme="minorHAnsi" w:hAnsiTheme="minorHAnsi" w:cstheme="minorHAnsi"/>
          <w:sz w:val="24"/>
          <w:szCs w:val="24"/>
        </w:rPr>
      </w:pPr>
    </w:p>
    <w:p w14:paraId="0E7B84A5" w14:textId="77777777" w:rsidR="00E00C6D" w:rsidRPr="00E00C6D" w:rsidRDefault="00E00C6D" w:rsidP="00E00C6D">
      <w:pPr>
        <w:suppressAutoHyphens/>
        <w:rPr>
          <w:rFonts w:asciiTheme="minorHAnsi" w:hAnsiTheme="minorHAnsi" w:cstheme="minorHAnsi"/>
          <w:sz w:val="24"/>
          <w:szCs w:val="24"/>
        </w:rPr>
      </w:pPr>
      <w:r w:rsidRPr="00E00C6D">
        <w:rPr>
          <w:rFonts w:asciiTheme="minorHAnsi" w:hAnsiTheme="minorHAnsi" w:cstheme="minorHAnsi"/>
          <w:sz w:val="24"/>
          <w:szCs w:val="24"/>
        </w:rPr>
        <w:t>Allkiri:</w:t>
      </w:r>
    </w:p>
    <w:p w14:paraId="339C64F1" w14:textId="77777777" w:rsidR="00E00C6D" w:rsidRPr="00E00C6D" w:rsidRDefault="00E00C6D" w:rsidP="00E00C6D">
      <w:pPr>
        <w:suppressAutoHyphens/>
        <w:rPr>
          <w:rFonts w:asciiTheme="minorHAnsi" w:hAnsiTheme="minorHAnsi" w:cstheme="minorHAnsi"/>
          <w:sz w:val="24"/>
          <w:szCs w:val="24"/>
        </w:rPr>
      </w:pPr>
    </w:p>
    <w:p w14:paraId="11D93178" w14:textId="77777777" w:rsidR="00E00C6D" w:rsidRPr="00E00C6D" w:rsidRDefault="00E00C6D" w:rsidP="00E00C6D">
      <w:pPr>
        <w:suppressAutoHyphens/>
        <w:rPr>
          <w:rFonts w:asciiTheme="minorHAnsi" w:hAnsiTheme="minorHAnsi" w:cstheme="minorHAnsi"/>
          <w:sz w:val="24"/>
          <w:szCs w:val="24"/>
        </w:rPr>
      </w:pPr>
      <w:r w:rsidRPr="00E00C6D">
        <w:rPr>
          <w:rFonts w:asciiTheme="minorHAnsi" w:hAnsiTheme="minorHAnsi" w:cstheme="minorHAnsi"/>
          <w:sz w:val="24"/>
          <w:szCs w:val="24"/>
        </w:rPr>
        <w:t>Ametinimetus:</w:t>
      </w:r>
    </w:p>
    <w:p w14:paraId="56AA484D" w14:textId="29478EFF" w:rsidR="006E384B" w:rsidRPr="00E00C6D" w:rsidRDefault="006E384B">
      <w:pPr>
        <w:rPr>
          <w:rFonts w:asciiTheme="minorHAnsi" w:hAnsiTheme="minorHAnsi" w:cstheme="minorHAnsi"/>
          <w:sz w:val="24"/>
          <w:szCs w:val="24"/>
        </w:rPr>
      </w:pPr>
    </w:p>
    <w:sectPr w:rsidR="006E384B" w:rsidRPr="00E00C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95" w:right="1701" w:bottom="1871" w:left="1701" w:header="567" w:footer="99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40EB1A" w14:textId="77777777" w:rsidR="00627BD8" w:rsidRDefault="00627BD8">
      <w:r>
        <w:separator/>
      </w:r>
    </w:p>
  </w:endnote>
  <w:endnote w:type="continuationSeparator" w:id="0">
    <w:p w14:paraId="696295C6" w14:textId="77777777" w:rsidR="00627BD8" w:rsidRDefault="00627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BA"/>
    <w:family w:val="swiss"/>
    <w:pitch w:val="variable"/>
    <w:sig w:usb0="A00002AF" w:usb1="400078FB" w:usb2="00000000" w:usb3="00000000" w:csb0="000000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CC0BB" w14:textId="77777777" w:rsidR="0098460B" w:rsidRDefault="0098460B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6ACA3" w14:textId="77777777" w:rsidR="0098460B" w:rsidRDefault="0098460B">
    <w:pPr>
      <w:pStyle w:val="Jalus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286A4" w14:textId="46409A2E" w:rsidR="0005379C" w:rsidRDefault="005527D7">
    <w:pPr>
      <w:pStyle w:val="Jalus"/>
    </w:pPr>
    <w:r>
      <w:rPr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9747B79" wp14:editId="3A03FE53">
              <wp:simplePos x="0" y="0"/>
              <wp:positionH relativeFrom="column">
                <wp:posOffset>-342900</wp:posOffset>
              </wp:positionH>
              <wp:positionV relativeFrom="paragraph">
                <wp:posOffset>64770</wp:posOffset>
              </wp:positionV>
              <wp:extent cx="6400800" cy="8001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006195E" w14:textId="77777777" w:rsidR="0005379C" w:rsidRDefault="0005379C"/>
                        <w:p w14:paraId="2507F88D" w14:textId="77777777" w:rsidR="0005379C" w:rsidRDefault="0005379C">
                          <w:r>
                            <w:t xml:space="preserve">     AS Krootuse Agro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 xml:space="preserve">      Tel. </w:t>
                          </w:r>
                          <w:r w:rsidR="003A0C27">
                            <w:t>+372</w:t>
                          </w:r>
                          <w:r w:rsidR="003D6615">
                            <w:t>7923480</w:t>
                          </w:r>
                          <w:r w:rsidR="003D6615">
                            <w:tab/>
                          </w:r>
                          <w:r w:rsidR="003D6615">
                            <w:tab/>
                            <w:t xml:space="preserve">       </w:t>
                          </w:r>
                          <w:r>
                            <w:t>Reg.</w:t>
                          </w:r>
                          <w:r w:rsidR="003A0C27">
                            <w:t xml:space="preserve"> </w:t>
                          </w:r>
                          <w:r>
                            <w:t>kood 10034112</w:t>
                          </w:r>
                        </w:p>
                        <w:p w14:paraId="3DD7050D" w14:textId="77777777" w:rsidR="0005379C" w:rsidRDefault="0005379C">
                          <w:r>
                            <w:t xml:space="preserve">     Krootuse</w:t>
                          </w:r>
                          <w:r w:rsidR="003A0C27">
                            <w:t xml:space="preserve"> tee 6, Krootuse</w:t>
                          </w:r>
                          <w:r>
                            <w:t xml:space="preserve"> küla</w:t>
                          </w:r>
                          <w:r>
                            <w:tab/>
                          </w:r>
                          <w:r>
                            <w:tab/>
                            <w:t xml:space="preserve">      </w:t>
                          </w:r>
                          <w:r w:rsidR="003A0C27">
                            <w:t xml:space="preserve">  </w:t>
                          </w:r>
                          <w:r w:rsidR="003A0C27">
                            <w:tab/>
                          </w:r>
                          <w:r w:rsidR="003A0C27">
                            <w:tab/>
                          </w:r>
                          <w:r>
                            <w:tab/>
                          </w:r>
                          <w:r>
                            <w:tab/>
                            <w:t xml:space="preserve">       </w:t>
                          </w:r>
                          <w:r w:rsidR="003A0C27" w:rsidRPr="003A0C27">
                            <w:t xml:space="preserve">EE751010402010788007 </w:t>
                          </w:r>
                          <w:r w:rsidR="003D6615">
                            <w:t>SEB Pank</w:t>
                          </w:r>
                        </w:p>
                        <w:p w14:paraId="7CE996AA" w14:textId="77777777" w:rsidR="0005379C" w:rsidRDefault="003D6615">
                          <w:r>
                            <w:t xml:space="preserve">     63514</w:t>
                          </w:r>
                          <w:r w:rsidR="0005379C">
                            <w:t xml:space="preserve"> K</w:t>
                          </w:r>
                          <w:r w:rsidR="003A0C27">
                            <w:t>anepi</w:t>
                          </w:r>
                          <w:r w:rsidR="0005379C">
                            <w:t xml:space="preserve"> vald</w:t>
                          </w:r>
                          <w:r w:rsidR="0005379C">
                            <w:tab/>
                          </w:r>
                          <w:r w:rsidR="0005379C">
                            <w:tab/>
                          </w:r>
                          <w:r w:rsidR="0005379C">
                            <w:tab/>
                            <w:t xml:space="preserve">      </w:t>
                          </w:r>
                          <w:r>
                            <w:t>info@krootuseagro.ee</w:t>
                          </w:r>
                          <w:r w:rsidR="0005379C">
                            <w:tab/>
                          </w:r>
                          <w:r w:rsidR="0005379C">
                            <w:tab/>
                            <w:t xml:space="preserve">       </w:t>
                          </w:r>
                          <w:r w:rsidR="003A0C27">
                            <w:t xml:space="preserve">KMKR nr </w:t>
                          </w:r>
                          <w:r w:rsidR="003A0C27" w:rsidRPr="003A0C27">
                            <w:t>EE100003376</w:t>
                          </w:r>
                        </w:p>
                        <w:p w14:paraId="2845FAE2" w14:textId="77777777" w:rsidR="0005379C" w:rsidRDefault="0005379C">
                          <w:r>
                            <w:t xml:space="preserve">     Põlva maakond</w:t>
                          </w:r>
                          <w:r w:rsidR="009607B5">
                            <w:tab/>
                          </w:r>
                          <w:r w:rsidR="009607B5">
                            <w:tab/>
                            <w:t xml:space="preserve">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747B7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27pt;margin-top:5.1pt;width:7in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" strokecolor="white">
              <v:textbox>
                <w:txbxContent>
                  <w:p w14:paraId="2006195E" w14:textId="77777777" w:rsidR="0005379C" w:rsidRDefault="0005379C"/>
                  <w:p w14:paraId="2507F88D" w14:textId="77777777" w:rsidR="0005379C" w:rsidRDefault="0005379C">
                    <w:r>
                      <w:t xml:space="preserve">     AS Krootuse Agro</w:t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 xml:space="preserve">      Tel. </w:t>
                    </w:r>
                    <w:r w:rsidR="003A0C27">
                      <w:t>+372</w:t>
                    </w:r>
                    <w:r w:rsidR="003D6615">
                      <w:t>7923480</w:t>
                    </w:r>
                    <w:r w:rsidR="003D6615">
                      <w:tab/>
                    </w:r>
                    <w:r w:rsidR="003D6615">
                      <w:tab/>
                      <w:t xml:space="preserve">       </w:t>
                    </w:r>
                    <w:proofErr w:type="spellStart"/>
                    <w:r>
                      <w:t>Reg</w:t>
                    </w:r>
                    <w:proofErr w:type="spellEnd"/>
                    <w:r>
                      <w:t>.</w:t>
                    </w:r>
                    <w:r w:rsidR="003A0C27">
                      <w:t xml:space="preserve"> </w:t>
                    </w:r>
                    <w:r>
                      <w:t>kood 10034112</w:t>
                    </w:r>
                  </w:p>
                  <w:p w14:paraId="3DD7050D" w14:textId="77777777" w:rsidR="0005379C" w:rsidRDefault="0005379C">
                    <w:r>
                      <w:t xml:space="preserve">     Krootuse</w:t>
                    </w:r>
                    <w:r w:rsidR="003A0C27">
                      <w:t xml:space="preserve"> tee 6, Krootuse</w:t>
                    </w:r>
                    <w:r>
                      <w:t xml:space="preserve"> küla</w:t>
                    </w:r>
                    <w:r>
                      <w:tab/>
                    </w:r>
                    <w:r>
                      <w:tab/>
                      <w:t xml:space="preserve">      </w:t>
                    </w:r>
                    <w:r w:rsidR="003A0C27">
                      <w:t xml:space="preserve">  </w:t>
                    </w:r>
                    <w:r w:rsidR="003A0C27">
                      <w:tab/>
                    </w:r>
                    <w:r w:rsidR="003A0C27">
                      <w:tab/>
                    </w:r>
                    <w:r>
                      <w:tab/>
                    </w:r>
                    <w:r>
                      <w:tab/>
                      <w:t xml:space="preserve">       </w:t>
                    </w:r>
                    <w:r w:rsidR="003A0C27" w:rsidRPr="003A0C27">
                      <w:t xml:space="preserve">EE751010402010788007 </w:t>
                    </w:r>
                    <w:r w:rsidR="003D6615">
                      <w:t>SEB Pank</w:t>
                    </w:r>
                  </w:p>
                  <w:p w14:paraId="7CE996AA" w14:textId="77777777" w:rsidR="0005379C" w:rsidRDefault="003D6615">
                    <w:r>
                      <w:t xml:space="preserve">     63514</w:t>
                    </w:r>
                    <w:r w:rsidR="0005379C">
                      <w:t xml:space="preserve"> K</w:t>
                    </w:r>
                    <w:r w:rsidR="003A0C27">
                      <w:t>anepi</w:t>
                    </w:r>
                    <w:r w:rsidR="0005379C">
                      <w:t xml:space="preserve"> vald</w:t>
                    </w:r>
                    <w:r w:rsidR="0005379C">
                      <w:tab/>
                    </w:r>
                    <w:r w:rsidR="0005379C">
                      <w:tab/>
                    </w:r>
                    <w:r w:rsidR="0005379C">
                      <w:tab/>
                      <w:t xml:space="preserve">      </w:t>
                    </w:r>
                    <w:r>
                      <w:t>info@krootuseagro.ee</w:t>
                    </w:r>
                    <w:r w:rsidR="0005379C">
                      <w:tab/>
                    </w:r>
                    <w:r w:rsidR="0005379C">
                      <w:tab/>
                      <w:t xml:space="preserve">       </w:t>
                    </w:r>
                    <w:r w:rsidR="003A0C27">
                      <w:t xml:space="preserve">KMKR nr </w:t>
                    </w:r>
                    <w:r w:rsidR="003A0C27" w:rsidRPr="003A0C27">
                      <w:t>EE100003376</w:t>
                    </w:r>
                  </w:p>
                  <w:p w14:paraId="2845FAE2" w14:textId="77777777" w:rsidR="0005379C" w:rsidRDefault="0005379C">
                    <w:r>
                      <w:t xml:space="preserve">     Põlva maakond</w:t>
                    </w:r>
                    <w:r w:rsidR="009607B5">
                      <w:tab/>
                    </w:r>
                    <w:r w:rsidR="009607B5">
                      <w:tab/>
                      <w:t xml:space="preserve">                    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B1B1FD" wp14:editId="69354F6C">
              <wp:simplePos x="0" y="0"/>
              <wp:positionH relativeFrom="column">
                <wp:posOffset>-228600</wp:posOffset>
              </wp:positionH>
              <wp:positionV relativeFrom="paragraph">
                <wp:posOffset>179070</wp:posOffset>
              </wp:positionV>
              <wp:extent cx="6400800" cy="0"/>
              <wp:effectExtent l="0" t="0" r="0" b="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2CD0BF1D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14.1pt" to="486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" strokeweight="2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90F59" w14:textId="77777777" w:rsidR="00627BD8" w:rsidRDefault="00627BD8">
      <w:r>
        <w:separator/>
      </w:r>
    </w:p>
  </w:footnote>
  <w:footnote w:type="continuationSeparator" w:id="0">
    <w:p w14:paraId="6CF9D5B8" w14:textId="77777777" w:rsidR="00627BD8" w:rsidRDefault="00627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7230B" w14:textId="77777777" w:rsidR="0098460B" w:rsidRDefault="0098460B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5C5C3" w14:textId="77777777" w:rsidR="0098460B" w:rsidRDefault="0098460B">
    <w:pPr>
      <w:pStyle w:val="Pi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61FF6" w14:textId="7768C535" w:rsidR="0005379C" w:rsidRDefault="005527D7" w:rsidP="0098460B">
    <w:pPr>
      <w:pStyle w:val="InsideAddress"/>
      <w:jc w:val="center"/>
    </w:pPr>
    <w:r>
      <w:rPr>
        <w:noProof/>
        <w:lang w:eastAsia="et-EE"/>
      </w:rPr>
      <w:drawing>
        <wp:inline distT="0" distB="0" distL="0" distR="0" wp14:anchorId="775A978A" wp14:editId="0E5BEB91">
          <wp:extent cx="2842260" cy="1082040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226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051375" w14:textId="77777777" w:rsidR="0005379C" w:rsidRDefault="0005379C">
    <w:pPr>
      <w:pStyle w:val="InsideAddress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7167EB"/>
    <w:multiLevelType w:val="hybridMultilevel"/>
    <w:tmpl w:val="9C98EF66"/>
    <w:lvl w:ilvl="0" w:tplc="BBDEDC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792"/>
    <w:rsid w:val="00017519"/>
    <w:rsid w:val="0005379C"/>
    <w:rsid w:val="000A2ACB"/>
    <w:rsid w:val="00297582"/>
    <w:rsid w:val="00341517"/>
    <w:rsid w:val="003713B7"/>
    <w:rsid w:val="003A0C27"/>
    <w:rsid w:val="003D1B3F"/>
    <w:rsid w:val="003D6615"/>
    <w:rsid w:val="00442B75"/>
    <w:rsid w:val="00541FE7"/>
    <w:rsid w:val="005527D7"/>
    <w:rsid w:val="00627BD8"/>
    <w:rsid w:val="006C0822"/>
    <w:rsid w:val="006D1E2F"/>
    <w:rsid w:val="006D31BB"/>
    <w:rsid w:val="006E384B"/>
    <w:rsid w:val="006F498E"/>
    <w:rsid w:val="007B0C79"/>
    <w:rsid w:val="00881C02"/>
    <w:rsid w:val="008977CC"/>
    <w:rsid w:val="00923673"/>
    <w:rsid w:val="00934697"/>
    <w:rsid w:val="00936639"/>
    <w:rsid w:val="00941054"/>
    <w:rsid w:val="00947A14"/>
    <w:rsid w:val="009607B5"/>
    <w:rsid w:val="00963802"/>
    <w:rsid w:val="0098460B"/>
    <w:rsid w:val="00A6117E"/>
    <w:rsid w:val="00B40A48"/>
    <w:rsid w:val="00B55792"/>
    <w:rsid w:val="00BC4901"/>
    <w:rsid w:val="00C014DD"/>
    <w:rsid w:val="00CE05B9"/>
    <w:rsid w:val="00CE7690"/>
    <w:rsid w:val="00D4780C"/>
    <w:rsid w:val="00D91787"/>
    <w:rsid w:val="00E00C6D"/>
    <w:rsid w:val="00E70762"/>
    <w:rsid w:val="00E93ECD"/>
    <w:rsid w:val="00EB7DBF"/>
    <w:rsid w:val="00EC534D"/>
    <w:rsid w:val="00F0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112855"/>
  <w15:chartTrackingRefBased/>
  <w15:docId w15:val="{2DE9C9EC-6369-4B29-B019-B80E24DC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936639"/>
    <w:rPr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spacing w:after="220" w:line="220" w:lineRule="atLeast"/>
      <w:jc w:val="both"/>
    </w:pPr>
    <w:rPr>
      <w:rFonts w:ascii="Arial" w:hAnsi="Arial"/>
      <w:spacing w:val="-5"/>
    </w:rPr>
  </w:style>
  <w:style w:type="paragraph" w:styleId="Lpetus">
    <w:name w:val="Closing"/>
    <w:basedOn w:val="Kehatekst"/>
    <w:next w:val="Normaallaad"/>
    <w:pPr>
      <w:keepNext/>
      <w:spacing w:after="60"/>
      <w:jc w:val="left"/>
    </w:pPr>
  </w:style>
  <w:style w:type="paragraph" w:customStyle="1" w:styleId="SignatureName">
    <w:name w:val="Signature Name"/>
    <w:basedOn w:val="Allkiri"/>
    <w:next w:val="SignatureJobTitle"/>
    <w:pPr>
      <w:keepNext/>
      <w:spacing w:before="880" w:line="220" w:lineRule="atLeast"/>
      <w:ind w:left="0"/>
    </w:pPr>
    <w:rPr>
      <w:rFonts w:ascii="Arial" w:hAnsi="Arial"/>
      <w:spacing w:val="-5"/>
    </w:rPr>
  </w:style>
  <w:style w:type="paragraph" w:customStyle="1" w:styleId="SignatureJobTitle">
    <w:name w:val="Signature Job Title"/>
    <w:basedOn w:val="Allkiri"/>
    <w:next w:val="Normaallaad"/>
    <w:pPr>
      <w:keepNext/>
      <w:spacing w:line="220" w:lineRule="atLeast"/>
      <w:ind w:left="0"/>
    </w:pPr>
    <w:rPr>
      <w:rFonts w:ascii="Arial" w:hAnsi="Arial"/>
      <w:spacing w:val="-5"/>
    </w:rPr>
  </w:style>
  <w:style w:type="paragraph" w:customStyle="1" w:styleId="CompanyName">
    <w:name w:val="Company Name"/>
    <w:basedOn w:val="Normaallaad"/>
    <w:pPr>
      <w:framePr w:w="3840" w:h="1752" w:wrap="notBeside" w:vAnchor="page" w:hAnchor="margin" w:y="889" w:anchorLock="1"/>
      <w:spacing w:line="280" w:lineRule="atLeast"/>
    </w:pPr>
    <w:rPr>
      <w:rFonts w:ascii="Arial Black" w:hAnsi="Arial Black"/>
      <w:spacing w:val="-25"/>
      <w:sz w:val="32"/>
    </w:rPr>
  </w:style>
  <w:style w:type="paragraph" w:customStyle="1" w:styleId="InsideAddress">
    <w:name w:val="Inside Address"/>
    <w:basedOn w:val="Kehatekst"/>
    <w:pPr>
      <w:spacing w:after="0"/>
      <w:jc w:val="left"/>
    </w:pPr>
  </w:style>
  <w:style w:type="paragraph" w:styleId="Tervitus">
    <w:name w:val="Salutation"/>
    <w:basedOn w:val="Kehatekst"/>
    <w:next w:val="Normaallaad"/>
    <w:pPr>
      <w:spacing w:before="220"/>
      <w:jc w:val="left"/>
    </w:pPr>
  </w:style>
  <w:style w:type="paragraph" w:styleId="Jalus">
    <w:name w:val="footer"/>
    <w:basedOn w:val="Normaallaad"/>
    <w:pPr>
      <w:keepLines/>
      <w:tabs>
        <w:tab w:val="center" w:pos="4320"/>
        <w:tab w:val="right" w:pos="8640"/>
      </w:tabs>
      <w:spacing w:before="600" w:line="220" w:lineRule="atLeast"/>
    </w:pPr>
    <w:rPr>
      <w:rFonts w:ascii="Arial" w:hAnsi="Arial"/>
      <w:spacing w:val="-5"/>
      <w:sz w:val="18"/>
    </w:rPr>
  </w:style>
  <w:style w:type="paragraph" w:styleId="Pis">
    <w:name w:val="header"/>
    <w:basedOn w:val="Normaallaad"/>
    <w:pPr>
      <w:keepLines/>
      <w:tabs>
        <w:tab w:val="center" w:pos="4320"/>
        <w:tab w:val="right" w:pos="8640"/>
      </w:tabs>
      <w:spacing w:after="600" w:line="220" w:lineRule="atLeast"/>
    </w:pPr>
    <w:rPr>
      <w:rFonts w:ascii="Arial" w:hAnsi="Arial"/>
      <w:spacing w:val="-5"/>
    </w:rPr>
  </w:style>
  <w:style w:type="paragraph" w:styleId="Allkiri">
    <w:name w:val="Signature"/>
    <w:basedOn w:val="Normaallaad"/>
    <w:pPr>
      <w:ind w:left="4252"/>
    </w:pPr>
  </w:style>
  <w:style w:type="character" w:styleId="Hperlink">
    <w:name w:val="Hyperlink"/>
    <w:basedOn w:val="Liguvaikefont"/>
    <w:rsid w:val="006E384B"/>
    <w:rPr>
      <w:color w:val="0563C1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6E38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kinnituskiri@brokerman.e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rle_\AppData\Roaming\Microsoft\Templates\Kirja%20vorming%20ilma%20blanketita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Kirja vorming ilma blanketita.dot</Template>
  <TotalTime>1</TotalTime>
  <Pages>1</Pages>
  <Words>190</Words>
  <Characters>1103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Nimi	30</vt:lpstr>
      <vt:lpstr>Nimi	30</vt:lpstr>
    </vt:vector>
  </TitlesOfParts>
  <Company>AS Krootuse</Company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Nimi	30</dc:title>
  <dc:subject/>
  <dc:creator>Ülo Tammeorg</dc:creator>
  <cp:keywords/>
  <dc:description/>
  <cp:lastModifiedBy>Merle Pommer</cp:lastModifiedBy>
  <cp:revision>3</cp:revision>
  <cp:lastPrinted>2002-05-29T07:17:00Z</cp:lastPrinted>
  <dcterms:created xsi:type="dcterms:W3CDTF">2024-06-25T06:37:00Z</dcterms:created>
  <dcterms:modified xsi:type="dcterms:W3CDTF">2024-06-25T07:02:00Z</dcterms:modified>
</cp:coreProperties>
</file>